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E3F8D98" w14:textId="40B4A5D7" w:rsidR="000348ED" w:rsidRPr="00FE3913" w:rsidRDefault="00185C64" w:rsidP="008F4DC3">
            <w:pPr>
              <w:jc w:val="right"/>
            </w:pPr>
            <w:r>
              <w:t>ENG21-3.1.2.13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09F5A13C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9F01EB">
              <w:t>E</w:t>
            </w:r>
            <w:r w:rsidR="009F01EB" w:rsidRPr="00282766">
              <w:t xml:space="preserve">NG </w:t>
            </w:r>
            <w:r w:rsidR="006E3810" w:rsidRPr="00282766">
              <w:t xml:space="preserve">and </w:t>
            </w:r>
            <w:r w:rsidR="009F01EB" w:rsidRPr="00282766">
              <w:t xml:space="preserve">VTS </w:t>
            </w:r>
            <w:r w:rsidR="00902AA4" w:rsidRPr="00282766">
              <w:t>Committee</w:t>
            </w:r>
            <w:r w:rsidRPr="00282766">
              <w:t>(s)</w:t>
            </w:r>
            <w:r w:rsidR="00476950">
              <w:t xml:space="preserve"> </w:t>
            </w:r>
          </w:p>
        </w:tc>
        <w:tc>
          <w:tcPr>
            <w:tcW w:w="5461" w:type="dxa"/>
          </w:tcPr>
          <w:p w14:paraId="5039DF58" w14:textId="17051A7E" w:rsidR="000348ED" w:rsidRPr="00282766" w:rsidRDefault="00125364" w:rsidP="008F4DC3">
            <w:pPr>
              <w:jc w:val="right"/>
            </w:pPr>
            <w:r>
              <w:t xml:space="preserve">03 </w:t>
            </w:r>
            <w:r w:rsidR="009F01EB">
              <w:t>October 2025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1BB11A67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6E77F6" w:rsidRPr="00282766">
        <w:t>Digitali</w:t>
      </w:r>
      <w:r w:rsidR="006E77F6">
        <w:t>z</w:t>
      </w:r>
      <w:r w:rsidR="006E77F6" w:rsidRPr="00282766">
        <w:t xml:space="preserve">ation </w:t>
      </w:r>
      <w:r w:rsidR="004D42F1" w:rsidRPr="00282766">
        <w:t>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2D585FCB" w:rsidR="006E3810" w:rsidRPr="00282766" w:rsidRDefault="00CD1DA0" w:rsidP="002B0236">
      <w:pPr>
        <w:pStyle w:val="BodyText"/>
      </w:pPr>
      <w:r>
        <w:rPr>
          <w:lang w:eastAsia="ja-JP"/>
        </w:rPr>
        <w:t>DTEC has been</w:t>
      </w:r>
      <w:r w:rsidR="006E3810" w:rsidRPr="00282766">
        <w:t xml:space="preserve">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115BE6">
        <w:t>addresses</w:t>
      </w:r>
      <w:r w:rsidR="00FF3D35">
        <w:t xml:space="preserve"> key</w:t>
      </w:r>
      <w:r w:rsidR="005C7635" w:rsidRPr="00282766">
        <w:t xml:space="preserve">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 xml:space="preserve">for finalization of the guideline is </w:t>
      </w:r>
      <w:r w:rsidR="00000315">
        <w:t xml:space="preserve">September </w:t>
      </w:r>
      <w:r w:rsidR="00151052" w:rsidRPr="00282766">
        <w:t>2026.</w:t>
      </w:r>
    </w:p>
    <w:p w14:paraId="7C9E4FEA" w14:textId="6878F66C" w:rsidR="00C102A2" w:rsidRDefault="004C1D3B" w:rsidP="002B0236">
      <w:pPr>
        <w:pStyle w:val="BodyText"/>
      </w:pPr>
      <w:r w:rsidRPr="00282766">
        <w:t xml:space="preserve">The </w:t>
      </w:r>
      <w:r w:rsidR="001C7CC7">
        <w:t xml:space="preserve">draft </w:t>
      </w:r>
      <w:r w:rsidR="00255AE6">
        <w:t xml:space="preserve">Guideline was </w:t>
      </w:r>
      <w:r w:rsidR="00FF3D35">
        <w:t xml:space="preserve">circulated </w:t>
      </w:r>
      <w:r w:rsidR="00255AE6">
        <w:t xml:space="preserve">to other committees for </w:t>
      </w:r>
      <w:r w:rsidR="00C12CAC">
        <w:t xml:space="preserve">first round of review and </w:t>
      </w:r>
      <w:r w:rsidR="00255AE6">
        <w:t xml:space="preserve">comments </w:t>
      </w:r>
      <w:r w:rsidR="00696170">
        <w:t xml:space="preserve">following </w:t>
      </w:r>
      <w:r w:rsidR="00C12CAC">
        <w:t xml:space="preserve">DTEC3. </w:t>
      </w:r>
      <w:r w:rsidR="004F1568">
        <w:t xml:space="preserve">Valuable feedback was received and </w:t>
      </w:r>
      <w:r w:rsidR="0070362D">
        <w:t xml:space="preserve">has been used </w:t>
      </w:r>
      <w:r w:rsidR="00C102A2">
        <w:t>in the further development of the document.</w:t>
      </w:r>
    </w:p>
    <w:p w14:paraId="1045B719" w14:textId="1E4323D1" w:rsidR="00D36B6D" w:rsidRDefault="00230D35" w:rsidP="002B0236">
      <w:pPr>
        <w:pStyle w:val="BodyText"/>
      </w:pPr>
      <w:r>
        <w:rPr>
          <w:lang w:eastAsia="ja-JP"/>
        </w:rPr>
        <w:t xml:space="preserve">DTEC has </w:t>
      </w:r>
      <w:proofErr w:type="spellStart"/>
      <w:r>
        <w:rPr>
          <w:lang w:eastAsia="ja-JP"/>
        </w:rPr>
        <w:t>been</w:t>
      </w:r>
      <w:r w:rsidR="00D2619C">
        <w:t>prepared</w:t>
      </w:r>
      <w:proofErr w:type="spellEnd"/>
      <w:r w:rsidR="00D2619C">
        <w:t xml:space="preserve"> </w:t>
      </w:r>
      <w:r w:rsidR="007221B7">
        <w:t>a</w:t>
      </w:r>
      <w:r w:rsidR="00F31343">
        <w:t xml:space="preserve"> more mature version </w:t>
      </w:r>
      <w:r w:rsidR="007221B7">
        <w:t xml:space="preserve">of the </w:t>
      </w:r>
      <w:r w:rsidR="0052025E">
        <w:t xml:space="preserve">draft </w:t>
      </w:r>
      <w:r w:rsidR="00141234">
        <w:t>G</w:t>
      </w:r>
      <w:r w:rsidR="007221B7">
        <w:t>uideline</w:t>
      </w:r>
      <w:r w:rsidR="00141234">
        <w:t xml:space="preserve"> </w:t>
      </w:r>
      <w:r w:rsidR="008F6318">
        <w:t xml:space="preserve">for the second </w:t>
      </w:r>
      <w:r w:rsidR="005108A8">
        <w:t xml:space="preserve">and last </w:t>
      </w:r>
      <w:r w:rsidR="008F6318">
        <w:t xml:space="preserve">round of </w:t>
      </w:r>
      <w:r w:rsidR="00564914">
        <w:t>review</w:t>
      </w:r>
      <w:r w:rsidR="004444D8">
        <w:t xml:space="preserve"> by </w:t>
      </w:r>
      <w:r w:rsidR="00B00C4A">
        <w:t>other technical committees</w:t>
      </w:r>
      <w:r w:rsidR="00CA58A9">
        <w:t>. The updated version of the draft Gui</w:t>
      </w:r>
      <w:r w:rsidR="00E160CC">
        <w:t xml:space="preserve">deline is </w:t>
      </w:r>
      <w:r w:rsidR="0088152E">
        <w:t xml:space="preserve">attached as annex to this liaison note. </w:t>
      </w:r>
      <w:r w:rsidR="00EC5470">
        <w:t xml:space="preserve">DTEC </w:t>
      </w:r>
      <w:r w:rsidR="00B3636D" w:rsidRPr="00282766">
        <w:t xml:space="preserve">would welcome </w:t>
      </w:r>
      <w:r w:rsidR="00EC5470">
        <w:t xml:space="preserve">any </w:t>
      </w:r>
      <w:r w:rsidR="00B3636D" w:rsidRPr="00282766">
        <w:t>comments and feedback</w:t>
      </w:r>
      <w:r w:rsidR="00992AA8" w:rsidRPr="00282766">
        <w:t>.</w:t>
      </w:r>
    </w:p>
    <w:p w14:paraId="46AD8B57" w14:textId="59444275" w:rsidR="00EC5470" w:rsidRDefault="00EC5470" w:rsidP="002B0236">
      <w:pPr>
        <w:pStyle w:val="BodyText"/>
      </w:pPr>
      <w:r>
        <w:t xml:space="preserve">DTEC </w:t>
      </w:r>
      <w:r w:rsidR="00DF2BB5">
        <w:t>would</w:t>
      </w:r>
      <w:r w:rsidR="00422D57">
        <w:t xml:space="preserve"> also </w:t>
      </w:r>
      <w:r w:rsidR="00DF2BB5">
        <w:t xml:space="preserve">like to </w:t>
      </w:r>
      <w:r w:rsidR="00422D57">
        <w:t xml:space="preserve">inform that an intersessional </w:t>
      </w:r>
      <w:r w:rsidR="00014972">
        <w:t xml:space="preserve">online inter-committee meeting is </w:t>
      </w:r>
      <w:r w:rsidR="00943730">
        <w:t>scheduled for</w:t>
      </w:r>
      <w:r w:rsidR="00337B7C">
        <w:t xml:space="preserve"> 6</w:t>
      </w:r>
      <w:r w:rsidR="00337B7C" w:rsidRPr="00552954">
        <w:rPr>
          <w:vertAlign w:val="superscript"/>
        </w:rPr>
        <w:t>th</w:t>
      </w:r>
      <w:r w:rsidR="00337B7C">
        <w:t xml:space="preserve"> November 2025 </w:t>
      </w:r>
      <w:r w:rsidR="005108A8">
        <w:t xml:space="preserve">at 9-10:30 UTC </w:t>
      </w:r>
      <w:r w:rsidR="00337B7C">
        <w:t>to gather direct feedback from other committees to the draft Guideline</w:t>
      </w:r>
      <w:r w:rsidR="00C63BBF">
        <w:t>. The meeting will be announced in the Committee Dash</w:t>
      </w:r>
      <w:r w:rsidR="00552954">
        <w:t>board Calendar</w:t>
      </w:r>
      <w:r w:rsidR="005108A8">
        <w:t xml:space="preserve"> with a link to the latest version</w:t>
      </w:r>
      <w:r w:rsidR="00552954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34C2418F" w14:textId="48EBBFE4" w:rsidR="00FB7729" w:rsidRDefault="00FB7729" w:rsidP="00FB7729">
      <w:pPr>
        <w:pStyle w:val="Heading1"/>
        <w:numPr>
          <w:ilvl w:val="0"/>
          <w:numId w:val="0"/>
        </w:numPr>
        <w:rPr>
          <w:rFonts w:eastAsia="Times New Roman"/>
          <w:b w:val="0"/>
          <w:color w:val="auto"/>
          <w:kern w:val="0"/>
          <w:sz w:val="22"/>
          <w:szCs w:val="20"/>
        </w:rPr>
      </w:pPr>
      <w:r w:rsidRPr="00FB7729">
        <w:rPr>
          <w:rFonts w:eastAsia="Times New Roman"/>
          <w:b w:val="0"/>
          <w:color w:val="auto"/>
          <w:kern w:val="0"/>
          <w:sz w:val="22"/>
          <w:szCs w:val="20"/>
        </w:rPr>
        <w:t>DTEC5-15.</w:t>
      </w:r>
      <w:r w:rsidR="00691F5E">
        <w:rPr>
          <w:rFonts w:eastAsia="Times New Roman"/>
          <w:b w:val="0"/>
          <w:color w:val="auto"/>
          <w:kern w:val="0"/>
          <w:sz w:val="22"/>
          <w:szCs w:val="20"/>
        </w:rPr>
        <w:t>3</w:t>
      </w:r>
      <w:r w:rsidRPr="00FB7729">
        <w:rPr>
          <w:rFonts w:eastAsia="Times New Roman"/>
          <w:b w:val="0"/>
          <w:color w:val="auto"/>
          <w:kern w:val="0"/>
          <w:sz w:val="22"/>
          <w:szCs w:val="20"/>
        </w:rPr>
        <w:t>.</w:t>
      </w:r>
      <w:r w:rsidR="00691F5E">
        <w:rPr>
          <w:rFonts w:eastAsia="Times New Roman"/>
          <w:b w:val="0"/>
          <w:color w:val="auto"/>
          <w:kern w:val="0"/>
          <w:sz w:val="22"/>
          <w:szCs w:val="20"/>
        </w:rPr>
        <w:t>7.1</w:t>
      </w:r>
      <w:r w:rsidRPr="00FB7729">
        <w:rPr>
          <w:rFonts w:eastAsia="Times New Roman"/>
          <w:b w:val="0"/>
          <w:color w:val="auto"/>
          <w:kern w:val="0"/>
          <w:sz w:val="22"/>
          <w:szCs w:val="20"/>
        </w:rPr>
        <w:t xml:space="preserve"> Draft Guideline on Digitalization of waterways </w:t>
      </w:r>
    </w:p>
    <w:p w14:paraId="08742C64" w14:textId="6DD2382E" w:rsidR="009F5C36" w:rsidRPr="00282766" w:rsidRDefault="008E7A45" w:rsidP="00FB7729">
      <w:pPr>
        <w:pStyle w:val="Heading1"/>
        <w:numPr>
          <w:ilvl w:val="0"/>
          <w:numId w:val="0"/>
        </w:numPr>
      </w:pPr>
      <w:r w:rsidRPr="00282766">
        <w:t>ACTION REQUESTED</w:t>
      </w:r>
    </w:p>
    <w:p w14:paraId="3088BEC6" w14:textId="0AF53059" w:rsidR="00630F7F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5D5747">
        <w:rPr>
          <w:lang w:val="en-GB"/>
        </w:rPr>
        <w:t>other</w:t>
      </w:r>
      <w:r w:rsidR="00246A3D" w:rsidRPr="00282766">
        <w:rPr>
          <w:lang w:val="en-GB"/>
        </w:rPr>
        <w:t xml:space="preserve"> </w:t>
      </w:r>
      <w:r w:rsidR="005D5747">
        <w:rPr>
          <w:lang w:val="en-GB"/>
        </w:rPr>
        <w:t xml:space="preserve">technical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</w:t>
      </w:r>
      <w:r w:rsidR="00F70BEF">
        <w:rPr>
          <w:lang w:val="en-GB"/>
        </w:rPr>
        <w:t>invited</w:t>
      </w:r>
      <w:r w:rsidRPr="00282766">
        <w:rPr>
          <w:lang w:val="en-GB"/>
        </w:rPr>
        <w:t xml:space="preserve"> to</w:t>
      </w:r>
      <w:r w:rsidR="00AE2606" w:rsidRPr="00282766">
        <w:rPr>
          <w:lang w:val="en-GB"/>
        </w:rPr>
        <w:t xml:space="preserve"> </w:t>
      </w:r>
      <w:r w:rsidR="00177E4E">
        <w:rPr>
          <w:lang w:val="en-GB"/>
        </w:rPr>
        <w:t xml:space="preserve">review </w:t>
      </w:r>
      <w:r w:rsidR="006B3320" w:rsidRPr="00282766">
        <w:rPr>
          <w:lang w:val="en-GB"/>
        </w:rPr>
        <w:t xml:space="preserve">the </w:t>
      </w:r>
      <w:r w:rsidR="006B3320">
        <w:rPr>
          <w:lang w:val="en-GB"/>
        </w:rPr>
        <w:t>draft</w:t>
      </w:r>
      <w:r w:rsidR="006B3320" w:rsidRPr="00282766">
        <w:rPr>
          <w:lang w:val="en-GB"/>
        </w:rPr>
        <w:t xml:space="preserve"> </w:t>
      </w:r>
      <w:r w:rsidR="006B3320">
        <w:rPr>
          <w:lang w:val="en-GB"/>
        </w:rPr>
        <w:t>G</w:t>
      </w:r>
      <w:r w:rsidR="006B3320" w:rsidRPr="00282766">
        <w:rPr>
          <w:lang w:val="en-GB"/>
        </w:rPr>
        <w:t xml:space="preserve">uideline on </w:t>
      </w:r>
      <w:r w:rsidR="00273933">
        <w:rPr>
          <w:lang w:eastAsia="ja-JP"/>
        </w:rPr>
        <w:t xml:space="preserve">Digitalisation of </w:t>
      </w:r>
      <w:proofErr w:type="spellStart"/>
      <w:r w:rsidR="00273933">
        <w:rPr>
          <w:lang w:eastAsia="ja-JP"/>
        </w:rPr>
        <w:t>Waterways</w:t>
      </w:r>
      <w:proofErr w:type="spellEnd"/>
      <w:r w:rsidR="00273933">
        <w:rPr>
          <w:lang w:eastAsia="ja-JP"/>
        </w:rPr>
        <w:t xml:space="preserve"> and, if </w:t>
      </w:r>
      <w:proofErr w:type="spellStart"/>
      <w:r w:rsidR="00273933">
        <w:rPr>
          <w:lang w:eastAsia="ja-JP"/>
        </w:rPr>
        <w:t>appropriate</w:t>
      </w:r>
      <w:proofErr w:type="spellEnd"/>
      <w:r w:rsidR="00273933">
        <w:rPr>
          <w:lang w:eastAsia="ja-JP"/>
        </w:rPr>
        <w:t xml:space="preserve">, </w:t>
      </w:r>
      <w:proofErr w:type="spellStart"/>
      <w:r w:rsidR="00273933">
        <w:rPr>
          <w:lang w:eastAsia="ja-JP"/>
        </w:rPr>
        <w:t>provide</w:t>
      </w:r>
      <w:proofErr w:type="spellEnd"/>
      <w:r w:rsidR="00273933">
        <w:rPr>
          <w:lang w:eastAsia="ja-JP"/>
        </w:rPr>
        <w:t xml:space="preserve"> </w:t>
      </w:r>
      <w:r w:rsidR="00AE2606" w:rsidRPr="00282766">
        <w:rPr>
          <w:lang w:val="en-GB"/>
        </w:rPr>
        <w:t xml:space="preserve">feedback </w:t>
      </w:r>
      <w:r w:rsidR="000B6323" w:rsidRPr="00282766">
        <w:rPr>
          <w:lang w:val="en-GB"/>
        </w:rPr>
        <w:t>and comments</w:t>
      </w:r>
      <w:r w:rsidR="00D004D4">
        <w:rPr>
          <w:lang w:val="en-GB"/>
        </w:rPr>
        <w:t>.</w:t>
      </w:r>
    </w:p>
    <w:p w14:paraId="49281123" w14:textId="4D85EDAC" w:rsidR="0021298A" w:rsidRPr="007578D0" w:rsidRDefault="00575019" w:rsidP="007578D0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5D5747">
        <w:rPr>
          <w:lang w:val="en-GB"/>
        </w:rPr>
        <w:t>other technical committees</w:t>
      </w:r>
      <w:r w:rsidRPr="00282766">
        <w:rPr>
          <w:lang w:val="en-GB"/>
        </w:rPr>
        <w:t xml:space="preserve"> </w:t>
      </w:r>
      <w:r>
        <w:rPr>
          <w:lang w:val="en-GB"/>
        </w:rPr>
        <w:t>a</w:t>
      </w:r>
      <w:r w:rsidRPr="00282766">
        <w:rPr>
          <w:lang w:val="en-GB"/>
        </w:rPr>
        <w:t>re</w:t>
      </w:r>
      <w:r w:rsidR="005A7400">
        <w:rPr>
          <w:lang w:val="en-GB"/>
        </w:rPr>
        <w:t xml:space="preserve"> </w:t>
      </w:r>
      <w:r w:rsidR="00E6283D">
        <w:rPr>
          <w:lang w:val="en-GB"/>
        </w:rPr>
        <w:t>also</w:t>
      </w:r>
      <w:r w:rsidRPr="00282766">
        <w:rPr>
          <w:lang w:val="en-GB"/>
        </w:rPr>
        <w:t xml:space="preserve"> </w:t>
      </w:r>
      <w:r w:rsidR="00F70BEF">
        <w:rPr>
          <w:lang w:val="en-GB"/>
        </w:rPr>
        <w:t>inv</w:t>
      </w:r>
      <w:r w:rsidR="00073E29">
        <w:rPr>
          <w:lang w:val="en-GB"/>
        </w:rPr>
        <w:t>i</w:t>
      </w:r>
      <w:r w:rsidR="00F70BEF">
        <w:rPr>
          <w:lang w:val="en-GB"/>
        </w:rPr>
        <w:t xml:space="preserve">ted </w:t>
      </w:r>
      <w:r>
        <w:rPr>
          <w:lang w:val="en-GB"/>
        </w:rPr>
        <w:t xml:space="preserve">to </w:t>
      </w:r>
      <w:r w:rsidR="00E6283D">
        <w:rPr>
          <w:lang w:val="en-GB"/>
        </w:rPr>
        <w:t xml:space="preserve">take </w:t>
      </w:r>
      <w:r>
        <w:rPr>
          <w:lang w:val="en-GB"/>
        </w:rPr>
        <w:t xml:space="preserve">note </w:t>
      </w:r>
      <w:r w:rsidR="00E6283D">
        <w:rPr>
          <w:lang w:val="en-GB"/>
        </w:rPr>
        <w:t xml:space="preserve">of </w:t>
      </w:r>
      <w:r w:rsidR="00073E29">
        <w:rPr>
          <w:lang w:val="en-GB"/>
        </w:rPr>
        <w:t>the planned intersessional online inter-committee meeting</w:t>
      </w:r>
      <w:r w:rsidR="0081714C">
        <w:rPr>
          <w:lang w:val="en-GB"/>
        </w:rPr>
        <w:t xml:space="preserve"> </w:t>
      </w:r>
      <w:r w:rsidR="007578D0">
        <w:rPr>
          <w:lang w:val="en-GB"/>
        </w:rPr>
        <w:t xml:space="preserve">and </w:t>
      </w:r>
      <w:r w:rsidR="00E6283D">
        <w:rPr>
          <w:lang w:val="en-GB"/>
        </w:rPr>
        <w:t xml:space="preserve">to </w:t>
      </w:r>
      <w:r w:rsidR="007578D0">
        <w:rPr>
          <w:lang w:val="en-GB"/>
        </w:rPr>
        <w:t>consider attending.</w:t>
      </w:r>
    </w:p>
    <w:sectPr w:rsidR="0021298A" w:rsidRPr="007578D0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ABDD0" w14:textId="77777777" w:rsidR="00C44B1D" w:rsidRDefault="00C44B1D" w:rsidP="002B0236">
      <w:r>
        <w:separator/>
      </w:r>
    </w:p>
  </w:endnote>
  <w:endnote w:type="continuationSeparator" w:id="0">
    <w:p w14:paraId="05A669D5" w14:textId="77777777" w:rsidR="00C44B1D" w:rsidRDefault="00C44B1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219E3" w14:textId="77777777" w:rsidR="00C44B1D" w:rsidRDefault="00C44B1D" w:rsidP="002B0236">
      <w:bookmarkStart w:id="0" w:name="_Hlk178862997"/>
      <w:bookmarkEnd w:id="0"/>
      <w:r>
        <w:separator/>
      </w:r>
    </w:p>
  </w:footnote>
  <w:footnote w:type="continuationSeparator" w:id="0">
    <w:p w14:paraId="670D7A37" w14:textId="77777777" w:rsidR="00C44B1D" w:rsidRDefault="00C44B1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5F57" w14:textId="77777777" w:rsidR="008E7A45" w:rsidRDefault="00185C64" w:rsidP="002B0236">
    <w:pPr>
      <w:pStyle w:val="Header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E354" w14:textId="7A68AC23" w:rsidR="008E7A45" w:rsidRDefault="00185C64" w:rsidP="002B0236">
    <w:pPr>
      <w:pStyle w:val="Header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5B30" w14:textId="77777777" w:rsidR="008E7A45" w:rsidRDefault="00185C64" w:rsidP="002B0236">
    <w:pPr>
      <w:pStyle w:val="Header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0315"/>
    <w:rsid w:val="00002906"/>
    <w:rsid w:val="000068B5"/>
    <w:rsid w:val="00014972"/>
    <w:rsid w:val="00016C21"/>
    <w:rsid w:val="00024888"/>
    <w:rsid w:val="00031A92"/>
    <w:rsid w:val="000348ED"/>
    <w:rsid w:val="00036801"/>
    <w:rsid w:val="00043A2E"/>
    <w:rsid w:val="00045FFE"/>
    <w:rsid w:val="00046217"/>
    <w:rsid w:val="00050DA7"/>
    <w:rsid w:val="00073E29"/>
    <w:rsid w:val="0007412D"/>
    <w:rsid w:val="00075C48"/>
    <w:rsid w:val="00084644"/>
    <w:rsid w:val="00096A83"/>
    <w:rsid w:val="000A1D37"/>
    <w:rsid w:val="000A48A2"/>
    <w:rsid w:val="000A5A01"/>
    <w:rsid w:val="000B6323"/>
    <w:rsid w:val="000D5D3D"/>
    <w:rsid w:val="000E0EB7"/>
    <w:rsid w:val="000E1831"/>
    <w:rsid w:val="000E2B67"/>
    <w:rsid w:val="00111E2F"/>
    <w:rsid w:val="00115BE6"/>
    <w:rsid w:val="00125364"/>
    <w:rsid w:val="00135447"/>
    <w:rsid w:val="00141234"/>
    <w:rsid w:val="00151052"/>
    <w:rsid w:val="00152273"/>
    <w:rsid w:val="00173343"/>
    <w:rsid w:val="00177E4E"/>
    <w:rsid w:val="00182BAD"/>
    <w:rsid w:val="00185C64"/>
    <w:rsid w:val="0019391A"/>
    <w:rsid w:val="0019401D"/>
    <w:rsid w:val="001A654A"/>
    <w:rsid w:val="001B2CBC"/>
    <w:rsid w:val="001B5C39"/>
    <w:rsid w:val="001C112D"/>
    <w:rsid w:val="001C7211"/>
    <w:rsid w:val="001C74CF"/>
    <w:rsid w:val="001C7CC7"/>
    <w:rsid w:val="001D639C"/>
    <w:rsid w:val="001E32C4"/>
    <w:rsid w:val="001E5FEE"/>
    <w:rsid w:val="00207C2D"/>
    <w:rsid w:val="0021082F"/>
    <w:rsid w:val="0021298A"/>
    <w:rsid w:val="00213E40"/>
    <w:rsid w:val="002211F9"/>
    <w:rsid w:val="00230D35"/>
    <w:rsid w:val="00234BF2"/>
    <w:rsid w:val="00236189"/>
    <w:rsid w:val="002411DA"/>
    <w:rsid w:val="00246A3D"/>
    <w:rsid w:val="00255AE6"/>
    <w:rsid w:val="00261847"/>
    <w:rsid w:val="00261BC2"/>
    <w:rsid w:val="00273933"/>
    <w:rsid w:val="00277A2E"/>
    <w:rsid w:val="00282766"/>
    <w:rsid w:val="00283F8F"/>
    <w:rsid w:val="002B012A"/>
    <w:rsid w:val="002B0236"/>
    <w:rsid w:val="002D0F75"/>
    <w:rsid w:val="002D1495"/>
    <w:rsid w:val="003051EB"/>
    <w:rsid w:val="00310549"/>
    <w:rsid w:val="00317709"/>
    <w:rsid w:val="00337B7C"/>
    <w:rsid w:val="00342941"/>
    <w:rsid w:val="00345FC3"/>
    <w:rsid w:val="00352A09"/>
    <w:rsid w:val="00371A32"/>
    <w:rsid w:val="0039414F"/>
    <w:rsid w:val="003A6DB5"/>
    <w:rsid w:val="003C6DAE"/>
    <w:rsid w:val="003D55DD"/>
    <w:rsid w:val="003E1831"/>
    <w:rsid w:val="003F6C3D"/>
    <w:rsid w:val="00422D57"/>
    <w:rsid w:val="00424954"/>
    <w:rsid w:val="0043424C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4F1568"/>
    <w:rsid w:val="005108A8"/>
    <w:rsid w:val="0052025E"/>
    <w:rsid w:val="00536A56"/>
    <w:rsid w:val="00551605"/>
    <w:rsid w:val="00552954"/>
    <w:rsid w:val="005560CE"/>
    <w:rsid w:val="005648D6"/>
    <w:rsid w:val="00564914"/>
    <w:rsid w:val="00564F34"/>
    <w:rsid w:val="00575019"/>
    <w:rsid w:val="0059456F"/>
    <w:rsid w:val="00597FDC"/>
    <w:rsid w:val="005A0DA4"/>
    <w:rsid w:val="005A156D"/>
    <w:rsid w:val="005A5855"/>
    <w:rsid w:val="005A58F6"/>
    <w:rsid w:val="005A5F74"/>
    <w:rsid w:val="005A6F33"/>
    <w:rsid w:val="005A7400"/>
    <w:rsid w:val="005B3C1C"/>
    <w:rsid w:val="005C7635"/>
    <w:rsid w:val="005D05AC"/>
    <w:rsid w:val="005D3DF3"/>
    <w:rsid w:val="005D5747"/>
    <w:rsid w:val="005D7353"/>
    <w:rsid w:val="005F0E1A"/>
    <w:rsid w:val="00604A9D"/>
    <w:rsid w:val="00630BDA"/>
    <w:rsid w:val="00630F7F"/>
    <w:rsid w:val="0064435F"/>
    <w:rsid w:val="00645670"/>
    <w:rsid w:val="006469FA"/>
    <w:rsid w:val="00667895"/>
    <w:rsid w:val="00691F5E"/>
    <w:rsid w:val="00694CA2"/>
    <w:rsid w:val="00696170"/>
    <w:rsid w:val="006A6B56"/>
    <w:rsid w:val="006B3320"/>
    <w:rsid w:val="006D22E0"/>
    <w:rsid w:val="006D470F"/>
    <w:rsid w:val="006E2A17"/>
    <w:rsid w:val="006E3810"/>
    <w:rsid w:val="006E77F6"/>
    <w:rsid w:val="0070362D"/>
    <w:rsid w:val="00706A56"/>
    <w:rsid w:val="00710C19"/>
    <w:rsid w:val="007221B7"/>
    <w:rsid w:val="00727E88"/>
    <w:rsid w:val="00732200"/>
    <w:rsid w:val="00732ECE"/>
    <w:rsid w:val="0074115B"/>
    <w:rsid w:val="00755C73"/>
    <w:rsid w:val="007578D0"/>
    <w:rsid w:val="00775878"/>
    <w:rsid w:val="00775ECA"/>
    <w:rsid w:val="00776B66"/>
    <w:rsid w:val="007A47E5"/>
    <w:rsid w:val="007C7986"/>
    <w:rsid w:val="007E13D6"/>
    <w:rsid w:val="0080092C"/>
    <w:rsid w:val="008132B7"/>
    <w:rsid w:val="0081714C"/>
    <w:rsid w:val="00857F1B"/>
    <w:rsid w:val="00872453"/>
    <w:rsid w:val="0088152E"/>
    <w:rsid w:val="0088416E"/>
    <w:rsid w:val="0089128F"/>
    <w:rsid w:val="008D4E23"/>
    <w:rsid w:val="008E1919"/>
    <w:rsid w:val="008E3E1B"/>
    <w:rsid w:val="008E7A45"/>
    <w:rsid w:val="008F13DD"/>
    <w:rsid w:val="008F4D4C"/>
    <w:rsid w:val="008F4DC3"/>
    <w:rsid w:val="008F6318"/>
    <w:rsid w:val="008F797D"/>
    <w:rsid w:val="00902AA4"/>
    <w:rsid w:val="00906239"/>
    <w:rsid w:val="0092074C"/>
    <w:rsid w:val="00940205"/>
    <w:rsid w:val="00943730"/>
    <w:rsid w:val="00952662"/>
    <w:rsid w:val="009670D2"/>
    <w:rsid w:val="00970393"/>
    <w:rsid w:val="00975C14"/>
    <w:rsid w:val="00992AA8"/>
    <w:rsid w:val="009A1F01"/>
    <w:rsid w:val="009E54AF"/>
    <w:rsid w:val="009E7AF2"/>
    <w:rsid w:val="009F01EB"/>
    <w:rsid w:val="009F3B6C"/>
    <w:rsid w:val="009F5C36"/>
    <w:rsid w:val="00A208E5"/>
    <w:rsid w:val="00A27C10"/>
    <w:rsid w:val="00A27F12"/>
    <w:rsid w:val="00A30579"/>
    <w:rsid w:val="00A36909"/>
    <w:rsid w:val="00A547DA"/>
    <w:rsid w:val="00A56936"/>
    <w:rsid w:val="00A6784F"/>
    <w:rsid w:val="00A76339"/>
    <w:rsid w:val="00A77E82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8247E"/>
    <w:rsid w:val="00BA0DEB"/>
    <w:rsid w:val="00BB382F"/>
    <w:rsid w:val="00BB775C"/>
    <w:rsid w:val="00BC75B0"/>
    <w:rsid w:val="00BD00DE"/>
    <w:rsid w:val="00BE56DF"/>
    <w:rsid w:val="00BF3C37"/>
    <w:rsid w:val="00C02E8D"/>
    <w:rsid w:val="00C102A2"/>
    <w:rsid w:val="00C12CAC"/>
    <w:rsid w:val="00C2524F"/>
    <w:rsid w:val="00C265EE"/>
    <w:rsid w:val="00C44B1D"/>
    <w:rsid w:val="00C63BBF"/>
    <w:rsid w:val="00C82F45"/>
    <w:rsid w:val="00CA04AF"/>
    <w:rsid w:val="00CA58A9"/>
    <w:rsid w:val="00CA7D6B"/>
    <w:rsid w:val="00CB0209"/>
    <w:rsid w:val="00CB214D"/>
    <w:rsid w:val="00CB6A15"/>
    <w:rsid w:val="00CC3571"/>
    <w:rsid w:val="00CD1DA0"/>
    <w:rsid w:val="00CD4FF3"/>
    <w:rsid w:val="00CE4820"/>
    <w:rsid w:val="00CF59B7"/>
    <w:rsid w:val="00D004D4"/>
    <w:rsid w:val="00D2619C"/>
    <w:rsid w:val="00D36B6D"/>
    <w:rsid w:val="00D47D3F"/>
    <w:rsid w:val="00D77001"/>
    <w:rsid w:val="00D84654"/>
    <w:rsid w:val="00DB0181"/>
    <w:rsid w:val="00DB480B"/>
    <w:rsid w:val="00DF2BB5"/>
    <w:rsid w:val="00E00356"/>
    <w:rsid w:val="00E02957"/>
    <w:rsid w:val="00E06065"/>
    <w:rsid w:val="00E160CC"/>
    <w:rsid w:val="00E270E9"/>
    <w:rsid w:val="00E46E54"/>
    <w:rsid w:val="00E5463F"/>
    <w:rsid w:val="00E5755C"/>
    <w:rsid w:val="00E6283D"/>
    <w:rsid w:val="00E729A7"/>
    <w:rsid w:val="00E8380C"/>
    <w:rsid w:val="00E875BF"/>
    <w:rsid w:val="00E875D5"/>
    <w:rsid w:val="00E93C9B"/>
    <w:rsid w:val="00E944F4"/>
    <w:rsid w:val="00E9773B"/>
    <w:rsid w:val="00EB75CE"/>
    <w:rsid w:val="00EC5470"/>
    <w:rsid w:val="00EE3F2F"/>
    <w:rsid w:val="00EE56AA"/>
    <w:rsid w:val="00EF28D6"/>
    <w:rsid w:val="00F03A4C"/>
    <w:rsid w:val="00F302BE"/>
    <w:rsid w:val="00F31343"/>
    <w:rsid w:val="00F34E5B"/>
    <w:rsid w:val="00F34EB4"/>
    <w:rsid w:val="00F55277"/>
    <w:rsid w:val="00F6044D"/>
    <w:rsid w:val="00F64B46"/>
    <w:rsid w:val="00F70BEF"/>
    <w:rsid w:val="00F73F78"/>
    <w:rsid w:val="00FA5842"/>
    <w:rsid w:val="00FA6769"/>
    <w:rsid w:val="00FB2617"/>
    <w:rsid w:val="00FB360A"/>
    <w:rsid w:val="00FB7729"/>
    <w:rsid w:val="00FD03CA"/>
    <w:rsid w:val="00FE3913"/>
    <w:rsid w:val="00FF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  <w:style w:type="table" w:styleId="TableGrid">
    <w:name w:val="Table Grid"/>
    <w:basedOn w:val="TableNormal"/>
    <w:rsid w:val="00342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69724-3A20-445F-A9F5-1D5EB14251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EE83CFD8-938A-47E7-9944-614FC5A3E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49</TotalTime>
  <Pages>1</Pages>
  <Words>251</Words>
  <Characters>1429</Characters>
  <Application>Microsoft Office Word</Application>
  <DocSecurity>0</DocSecurity>
  <Lines>25</Lines>
  <Paragraphs>18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27</cp:revision>
  <cp:lastPrinted>2006-10-19T11:49:00Z</cp:lastPrinted>
  <dcterms:created xsi:type="dcterms:W3CDTF">2025-08-22T12:03:00Z</dcterms:created>
  <dcterms:modified xsi:type="dcterms:W3CDTF">2025-10-10T20:48:00Z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GrammarlyDocumentId">
    <vt:lpwstr>dfc021f5-a69d-4f13-98ff-6ae0a975ad98</vt:lpwstr>
  </property>
  <property fmtid="{D5CDD505-2E9C-101B-9397-08002B2CF9AE}" pid="4" name="MediaServiceImageTags">
    <vt:lpwstr/>
  </property>
</Properties>
</file>